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277"/>
        <w:tblW w:w="5244" w:type="dxa"/>
        <w:tblLayout w:type="fixed"/>
        <w:tblLook w:val="04A0" w:firstRow="1" w:lastRow="0" w:firstColumn="1" w:lastColumn="0" w:noHBand="0" w:noVBand="1"/>
      </w:tblPr>
      <w:tblGrid>
        <w:gridCol w:w="5244"/>
      </w:tblGrid>
      <w:tr w:rsidR="007B729C" w:rsidRPr="004479EB" w:rsidTr="007B729C">
        <w:trPr>
          <w:trHeight w:val="345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729C" w:rsidRPr="00CB6078" w:rsidRDefault="007B729C" w:rsidP="007B729C">
            <w:pPr>
              <w:tabs>
                <w:tab w:val="right" w:pos="10207"/>
              </w:tabs>
              <w:spacing w:line="276" w:lineRule="auto"/>
              <w:ind w:right="-2"/>
              <w:contextualSpacing/>
              <w:jc w:val="right"/>
              <w:rPr>
                <w:b/>
                <w:sz w:val="26"/>
                <w:szCs w:val="26"/>
              </w:rPr>
            </w:pPr>
            <w:r w:rsidRPr="00CB6078">
              <w:rPr>
                <w:b/>
                <w:sz w:val="26"/>
                <w:szCs w:val="26"/>
              </w:rPr>
              <w:t>“УТВЕРЖДАЮ”</w:t>
            </w:r>
          </w:p>
          <w:p w:rsidR="007B729C" w:rsidRPr="004479EB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479EB">
              <w:rPr>
                <w:b/>
                <w:bCs/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7B729C" w:rsidRPr="004479EB" w:rsidTr="007B729C">
        <w:trPr>
          <w:trHeight w:val="33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729C" w:rsidRPr="004479EB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479EB">
              <w:rPr>
                <w:b/>
                <w:bCs/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7B729C" w:rsidRPr="004479EB" w:rsidTr="007B729C">
        <w:trPr>
          <w:trHeight w:val="33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729C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479EB">
              <w:rPr>
                <w:b/>
                <w:bCs/>
                <w:color w:val="000000"/>
                <w:sz w:val="26"/>
                <w:szCs w:val="26"/>
              </w:rPr>
              <w:t>ПАО «</w:t>
            </w:r>
            <w:r w:rsidR="00DA6A7C">
              <w:rPr>
                <w:b/>
                <w:bCs/>
                <w:color w:val="000000"/>
                <w:sz w:val="26"/>
                <w:szCs w:val="26"/>
              </w:rPr>
              <w:t>Россети Центр</w:t>
            </w:r>
            <w:r w:rsidRPr="004479EB">
              <w:rPr>
                <w:b/>
                <w:bCs/>
                <w:color w:val="000000"/>
                <w:sz w:val="26"/>
                <w:szCs w:val="26"/>
              </w:rPr>
              <w:t>» - «Орелэнерго»</w:t>
            </w:r>
          </w:p>
          <w:p w:rsidR="007B729C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7B729C" w:rsidRPr="004479EB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479EB">
              <w:rPr>
                <w:b/>
                <w:bCs/>
                <w:color w:val="000000"/>
                <w:sz w:val="26"/>
                <w:szCs w:val="26"/>
              </w:rPr>
              <w:t xml:space="preserve">_________________И.В. Колубанов </w:t>
            </w:r>
          </w:p>
          <w:p w:rsidR="007B729C" w:rsidRDefault="007B729C" w:rsidP="007B729C">
            <w:pPr>
              <w:contextualSpacing/>
              <w:jc w:val="right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«___</w:t>
            </w:r>
            <w:r w:rsidRPr="004479EB">
              <w:rPr>
                <w:b/>
                <w:bCs/>
                <w:color w:val="000000"/>
                <w:sz w:val="26"/>
                <w:szCs w:val="26"/>
              </w:rPr>
              <w:t xml:space="preserve">»  </w:t>
            </w:r>
            <w:r>
              <w:rPr>
                <w:b/>
                <w:bCs/>
                <w:color w:val="000000"/>
                <w:sz w:val="26"/>
                <w:szCs w:val="26"/>
              </w:rPr>
              <w:t>__________</w:t>
            </w:r>
            <w:r w:rsidRPr="004479EB">
              <w:rPr>
                <w:b/>
                <w:bCs/>
                <w:color w:val="000000"/>
                <w:sz w:val="26"/>
                <w:szCs w:val="26"/>
              </w:rPr>
              <w:t xml:space="preserve">  2021</w:t>
            </w:r>
            <w:r>
              <w:rPr>
                <w:sz w:val="26"/>
                <w:szCs w:val="26"/>
              </w:rPr>
              <w:t xml:space="preserve"> г</w:t>
            </w:r>
          </w:p>
          <w:p w:rsidR="007B729C" w:rsidRPr="004479EB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C44B8B" w:rsidRPr="00CB6078" w:rsidRDefault="00C44B8B" w:rsidP="007B729C">
      <w:pPr>
        <w:tabs>
          <w:tab w:val="right" w:pos="10207"/>
        </w:tabs>
        <w:spacing w:line="276" w:lineRule="auto"/>
        <w:ind w:right="-2" w:firstLine="0"/>
        <w:contextualSpacing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3E6AFE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3E6AFE" w:rsidRDefault="00C44B8B" w:rsidP="007B729C">
            <w:pPr>
              <w:tabs>
                <w:tab w:val="right" w:pos="10207"/>
              </w:tabs>
              <w:spacing w:line="276" w:lineRule="auto"/>
              <w:ind w:right="-2" w:firstLine="0"/>
              <w:contextualSpacing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12A5D" w:rsidRDefault="00621936" w:rsidP="007B729C">
            <w:pPr>
              <w:tabs>
                <w:tab w:val="right" w:pos="10207"/>
              </w:tabs>
              <w:spacing w:line="276" w:lineRule="auto"/>
              <w:ind w:right="-2" w:firstLine="0"/>
              <w:contextualSpacing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3E6AFE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3E6AFE" w:rsidRDefault="00C44B8B" w:rsidP="007B729C">
            <w:pPr>
              <w:tabs>
                <w:tab w:val="right" w:pos="10207"/>
              </w:tabs>
              <w:spacing w:line="276" w:lineRule="auto"/>
              <w:ind w:right="-2" w:firstLine="0"/>
              <w:contextualSpacing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</w:rPr>
              <w:t xml:space="preserve">Номер материала </w:t>
            </w:r>
            <w:r w:rsidRPr="003E6AF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3E6AFE" w:rsidRDefault="00C44B8B" w:rsidP="007B729C">
            <w:pPr>
              <w:tabs>
                <w:tab w:val="right" w:pos="10207"/>
              </w:tabs>
              <w:spacing w:line="276" w:lineRule="auto"/>
              <w:ind w:right="-2" w:firstLine="0"/>
              <w:contextualSpacing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:rsidR="00C44B8B" w:rsidRPr="003E6AFE" w:rsidRDefault="00C44B8B" w:rsidP="00C44B8B">
      <w:pPr>
        <w:rPr>
          <w:sz w:val="26"/>
          <w:szCs w:val="26"/>
        </w:rPr>
      </w:pPr>
    </w:p>
    <w:p w:rsidR="00C44B8B" w:rsidRPr="003E6AFE" w:rsidRDefault="00C44B8B" w:rsidP="00C44B8B">
      <w:pPr>
        <w:rPr>
          <w:sz w:val="26"/>
          <w:szCs w:val="26"/>
        </w:rPr>
      </w:pPr>
    </w:p>
    <w:p w:rsidR="00C44B8B" w:rsidRDefault="00C44B8B" w:rsidP="00C44B8B">
      <w:pPr>
        <w:rPr>
          <w:sz w:val="26"/>
          <w:szCs w:val="26"/>
        </w:rPr>
      </w:pPr>
    </w:p>
    <w:p w:rsidR="007B729C" w:rsidRDefault="007B729C" w:rsidP="00C44B8B">
      <w:pPr>
        <w:rPr>
          <w:sz w:val="26"/>
          <w:szCs w:val="26"/>
        </w:rPr>
      </w:pPr>
    </w:p>
    <w:p w:rsidR="007B729C" w:rsidRDefault="007B729C" w:rsidP="00C44B8B">
      <w:pPr>
        <w:rPr>
          <w:sz w:val="26"/>
          <w:szCs w:val="26"/>
        </w:rPr>
      </w:pPr>
    </w:p>
    <w:p w:rsidR="007B729C" w:rsidRPr="003E6AFE" w:rsidRDefault="007B729C" w:rsidP="00C44B8B">
      <w:pPr>
        <w:rPr>
          <w:sz w:val="26"/>
          <w:szCs w:val="26"/>
        </w:rPr>
      </w:pPr>
    </w:p>
    <w:p w:rsidR="00C44B8B" w:rsidRPr="003E6AFE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3E6AFE">
        <w:rPr>
          <w:sz w:val="26"/>
          <w:szCs w:val="26"/>
        </w:rPr>
        <w:t>ТЕХНИЧЕСКОЕ ЗАДАНИЕ</w:t>
      </w:r>
    </w:p>
    <w:p w:rsidR="004F6968" w:rsidRPr="003E6AFE" w:rsidRDefault="004F6968" w:rsidP="00773399">
      <w:pPr>
        <w:ind w:firstLine="0"/>
        <w:jc w:val="center"/>
        <w:rPr>
          <w:b/>
          <w:sz w:val="26"/>
          <w:szCs w:val="26"/>
        </w:rPr>
      </w:pPr>
      <w:r w:rsidRPr="003E6AFE">
        <w:rPr>
          <w:b/>
          <w:sz w:val="26"/>
          <w:szCs w:val="26"/>
        </w:rPr>
        <w:t xml:space="preserve">на </w:t>
      </w:r>
      <w:r w:rsidR="00612811" w:rsidRPr="003E6AFE">
        <w:rPr>
          <w:b/>
          <w:sz w:val="26"/>
          <w:szCs w:val="26"/>
        </w:rPr>
        <w:t xml:space="preserve">поставку </w:t>
      </w:r>
      <w:r w:rsidR="007F4188" w:rsidRPr="003E6AFE">
        <w:rPr>
          <w:b/>
          <w:sz w:val="26"/>
          <w:szCs w:val="26"/>
        </w:rPr>
        <w:t>мет</w:t>
      </w:r>
      <w:r w:rsidR="00620938" w:rsidRPr="003E6AFE">
        <w:rPr>
          <w:b/>
          <w:sz w:val="26"/>
          <w:szCs w:val="26"/>
        </w:rPr>
        <w:t>аллопроката</w:t>
      </w:r>
      <w:r w:rsidR="009C0389" w:rsidRPr="003E6AFE">
        <w:rPr>
          <w:b/>
          <w:sz w:val="26"/>
          <w:szCs w:val="26"/>
        </w:rPr>
        <w:t xml:space="preserve">. Лот № </w:t>
      </w:r>
      <w:r w:rsidR="00BD2843" w:rsidRPr="00C31E07">
        <w:rPr>
          <w:b/>
          <w:sz w:val="26"/>
          <w:szCs w:val="26"/>
          <w:u w:val="single"/>
        </w:rPr>
        <w:t>203</w:t>
      </w:r>
      <w:r w:rsidR="00620938" w:rsidRPr="00C31E07">
        <w:rPr>
          <w:b/>
          <w:sz w:val="26"/>
          <w:szCs w:val="26"/>
          <w:u w:val="single"/>
          <w:lang w:val="en-US"/>
        </w:rPr>
        <w:t>A</w:t>
      </w:r>
    </w:p>
    <w:p w:rsidR="00612811" w:rsidRDefault="00612811" w:rsidP="00773399">
      <w:pPr>
        <w:ind w:firstLine="0"/>
        <w:jc w:val="center"/>
        <w:rPr>
          <w:sz w:val="26"/>
          <w:szCs w:val="26"/>
        </w:rPr>
      </w:pPr>
    </w:p>
    <w:p w:rsidR="001F17EC" w:rsidRPr="00EC2570" w:rsidRDefault="001F17EC" w:rsidP="001F17EC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F17EC">
        <w:rPr>
          <w:b/>
          <w:bCs/>
          <w:sz w:val="26"/>
          <w:szCs w:val="26"/>
        </w:rPr>
        <w:t>Общая</w:t>
      </w:r>
      <w:r w:rsidRPr="00EC2570">
        <w:rPr>
          <w:b/>
          <w:bCs/>
          <w:sz w:val="24"/>
          <w:szCs w:val="24"/>
        </w:rPr>
        <w:t xml:space="preserve"> часть.</w:t>
      </w:r>
    </w:p>
    <w:p w:rsidR="00982382" w:rsidRDefault="00982382" w:rsidP="003F1CC4">
      <w:pPr>
        <w:numPr>
          <w:ilvl w:val="1"/>
          <w:numId w:val="13"/>
        </w:numPr>
        <w:spacing w:line="276" w:lineRule="auto"/>
        <w:ind w:left="0" w:firstLine="709"/>
        <w:rPr>
          <w:sz w:val="24"/>
          <w:szCs w:val="24"/>
        </w:rPr>
      </w:pPr>
      <w:r w:rsidRPr="003F1CC4">
        <w:rPr>
          <w:sz w:val="24"/>
          <w:szCs w:val="24"/>
        </w:rPr>
        <w:t>ПАО «</w:t>
      </w:r>
      <w:r w:rsidR="00DA6A7C">
        <w:rPr>
          <w:sz w:val="24"/>
          <w:szCs w:val="24"/>
        </w:rPr>
        <w:t>Россети Центр</w:t>
      </w:r>
      <w:r w:rsidRPr="003F1CC4">
        <w:rPr>
          <w:sz w:val="24"/>
          <w:szCs w:val="24"/>
        </w:rPr>
        <w:t>» производит закупку</w:t>
      </w:r>
      <w:r w:rsidRPr="003F1CC4">
        <w:rPr>
          <w:b/>
          <w:sz w:val="24"/>
          <w:szCs w:val="24"/>
        </w:rPr>
        <w:t xml:space="preserve"> </w:t>
      </w:r>
      <w:r w:rsidR="00F40678">
        <w:rPr>
          <w:sz w:val="24"/>
          <w:szCs w:val="24"/>
        </w:rPr>
        <w:t>металла</w:t>
      </w:r>
      <w:r w:rsidRPr="003F1CC4">
        <w:rPr>
          <w:sz w:val="24"/>
          <w:szCs w:val="24"/>
        </w:rPr>
        <w:t xml:space="preserve"> для ремонтно-эксплуатационного обслуживания электросетевого оборудования. </w:t>
      </w:r>
    </w:p>
    <w:p w:rsidR="00F40678" w:rsidRPr="003F1CC4" w:rsidRDefault="00F40678" w:rsidP="00F40678">
      <w:pPr>
        <w:spacing w:line="276" w:lineRule="auto"/>
        <w:ind w:left="709" w:firstLine="0"/>
        <w:rPr>
          <w:sz w:val="24"/>
          <w:szCs w:val="24"/>
        </w:rPr>
      </w:pPr>
    </w:p>
    <w:p w:rsidR="001F17EC" w:rsidRPr="00EC2570" w:rsidRDefault="001F17EC" w:rsidP="001F17EC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F17EC">
        <w:rPr>
          <w:b/>
          <w:bCs/>
          <w:sz w:val="26"/>
          <w:szCs w:val="26"/>
        </w:rPr>
        <w:t>Предмет</w:t>
      </w:r>
      <w:r w:rsidRPr="00EC2570">
        <w:rPr>
          <w:b/>
          <w:bCs/>
          <w:sz w:val="24"/>
          <w:szCs w:val="24"/>
        </w:rPr>
        <w:t xml:space="preserve"> конкурса.</w:t>
      </w:r>
    </w:p>
    <w:p w:rsidR="001F17EC" w:rsidRPr="00F31867" w:rsidRDefault="001F17EC" w:rsidP="001F17EC">
      <w:pPr>
        <w:spacing w:line="276" w:lineRule="auto"/>
        <w:rPr>
          <w:sz w:val="24"/>
          <w:szCs w:val="24"/>
        </w:rPr>
      </w:pPr>
      <w:r w:rsidRPr="00F31867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</w:t>
      </w:r>
      <w:r w:rsidR="00DA6A7C">
        <w:rPr>
          <w:sz w:val="24"/>
          <w:szCs w:val="24"/>
        </w:rPr>
        <w:t>Россети Центр</w:t>
      </w:r>
      <w:r w:rsidRPr="00F31867">
        <w:rPr>
          <w:sz w:val="24"/>
          <w:szCs w:val="24"/>
        </w:rPr>
        <w:t>»:</w:t>
      </w:r>
    </w:p>
    <w:p w:rsidR="001F17EC" w:rsidRPr="002E54AF" w:rsidRDefault="001F17EC" w:rsidP="001F17EC">
      <w:pPr>
        <w:spacing w:line="276" w:lineRule="auto"/>
        <w:ind w:firstLine="709"/>
        <w:rPr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3828"/>
        <w:gridCol w:w="3402"/>
      </w:tblGrid>
      <w:tr w:rsidR="000955C1" w:rsidRPr="00583BB7" w:rsidTr="000955C1">
        <w:trPr>
          <w:trHeight w:val="645"/>
        </w:trPr>
        <w:tc>
          <w:tcPr>
            <w:tcW w:w="1985" w:type="dxa"/>
            <w:vAlign w:val="center"/>
          </w:tcPr>
          <w:p w:rsidR="000955C1" w:rsidRPr="00CB5AD4" w:rsidRDefault="000955C1" w:rsidP="00AF4EBD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:rsidR="000955C1" w:rsidRPr="00CB5AD4" w:rsidRDefault="000955C1" w:rsidP="00AF4EBD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828" w:type="dxa"/>
            <w:vAlign w:val="center"/>
          </w:tcPr>
          <w:p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3402" w:type="dxa"/>
            <w:vAlign w:val="center"/>
          </w:tcPr>
          <w:p w:rsidR="000955C1" w:rsidRPr="00CB5AD4" w:rsidRDefault="000955C1" w:rsidP="00AF4EBD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</w:p>
          <w:p w:rsidR="000955C1" w:rsidRPr="00CB5AD4" w:rsidRDefault="000955C1" w:rsidP="00AF4EBD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поставки*</w:t>
            </w:r>
          </w:p>
        </w:tc>
      </w:tr>
      <w:tr w:rsidR="000955C1" w:rsidRPr="00583BB7" w:rsidTr="000955C1">
        <w:tc>
          <w:tcPr>
            <w:tcW w:w="1985" w:type="dxa"/>
            <w:vAlign w:val="center"/>
          </w:tcPr>
          <w:p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828" w:type="dxa"/>
            <w:vAlign w:val="center"/>
          </w:tcPr>
          <w:p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ЦС филиала ПАО «</w:t>
            </w:r>
            <w:r w:rsidR="00DA6A7C">
              <w:rPr>
                <w:sz w:val="24"/>
                <w:szCs w:val="24"/>
              </w:rPr>
              <w:t>Россети Центр</w:t>
            </w:r>
            <w:r w:rsidRPr="00CB5AD4">
              <w:rPr>
                <w:sz w:val="24"/>
                <w:szCs w:val="24"/>
              </w:rPr>
              <w:t>» - «Орелэнерго»  г.Орел, ул. Высоковольтная, 9</w:t>
            </w:r>
          </w:p>
        </w:tc>
        <w:tc>
          <w:tcPr>
            <w:tcW w:w="3402" w:type="dxa"/>
            <w:vAlign w:val="center"/>
          </w:tcPr>
          <w:p w:rsidR="000955C1" w:rsidRPr="00CB5AD4" w:rsidRDefault="000955C1" w:rsidP="00EE6D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</w:tr>
    </w:tbl>
    <w:p w:rsidR="00EE6DB7" w:rsidRPr="00CF4490" w:rsidRDefault="00EE6DB7" w:rsidP="00EE6DB7">
      <w:pPr>
        <w:pStyle w:val="ad"/>
        <w:ind w:left="709" w:firstLine="0"/>
        <w:rPr>
          <w:sz w:val="24"/>
          <w:szCs w:val="24"/>
        </w:rPr>
      </w:pPr>
      <w:r w:rsidRPr="00CF4490">
        <w:rPr>
          <w:sz w:val="24"/>
          <w:szCs w:val="24"/>
        </w:rPr>
        <w:t xml:space="preserve">*в календарных днях, с момента заключения договора </w:t>
      </w:r>
    </w:p>
    <w:p w:rsidR="001F17EC" w:rsidRPr="003E6AFE" w:rsidRDefault="001F17EC" w:rsidP="00773399">
      <w:pPr>
        <w:ind w:firstLine="0"/>
        <w:jc w:val="center"/>
        <w:rPr>
          <w:sz w:val="26"/>
          <w:szCs w:val="26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90C1E" w:rsidRPr="00101DD6" w:rsidRDefault="001F17EC" w:rsidP="00990C1E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C31E07">
        <w:rPr>
          <w:sz w:val="24"/>
          <w:szCs w:val="24"/>
        </w:rPr>
        <w:t xml:space="preserve">.1. </w:t>
      </w:r>
      <w:r w:rsidR="00990C1E">
        <w:rPr>
          <w:sz w:val="24"/>
          <w:szCs w:val="24"/>
        </w:rPr>
        <w:t>Количество</w:t>
      </w:r>
      <w:r w:rsidR="00534D2B">
        <w:rPr>
          <w:sz w:val="24"/>
          <w:szCs w:val="24"/>
        </w:rPr>
        <w:t>,</w:t>
      </w:r>
      <w:r w:rsidR="00990C1E">
        <w:rPr>
          <w:sz w:val="24"/>
          <w:szCs w:val="24"/>
        </w:rPr>
        <w:t xml:space="preserve"> т</w:t>
      </w:r>
      <w:r w:rsidR="00C31E07">
        <w:rPr>
          <w:sz w:val="24"/>
          <w:szCs w:val="24"/>
        </w:rPr>
        <w:t xml:space="preserve">ехнические требования, характеристики металлопроката должны соответствовать </w:t>
      </w:r>
      <w:r w:rsidR="00990C1E" w:rsidRPr="00101DD6">
        <w:rPr>
          <w:sz w:val="24"/>
          <w:szCs w:val="24"/>
        </w:rPr>
        <w:t>и быть не ниже з</w:t>
      </w:r>
      <w:r w:rsidR="00990C1E">
        <w:rPr>
          <w:sz w:val="24"/>
          <w:szCs w:val="24"/>
        </w:rPr>
        <w:t>начений, приведенных в таблице:</w:t>
      </w:r>
    </w:p>
    <w:p w:rsidR="00990C1E" w:rsidRDefault="00990C1E" w:rsidP="00C31E07">
      <w:pPr>
        <w:tabs>
          <w:tab w:val="left" w:pos="1134"/>
        </w:tabs>
        <w:ind w:firstLine="709"/>
        <w:rPr>
          <w:sz w:val="24"/>
          <w:szCs w:val="24"/>
        </w:rPr>
      </w:pPr>
    </w:p>
    <w:tbl>
      <w:tblPr>
        <w:tblW w:w="10595" w:type="dxa"/>
        <w:jc w:val="center"/>
        <w:tblLook w:val="04A0" w:firstRow="1" w:lastRow="0" w:firstColumn="1" w:lastColumn="0" w:noHBand="0" w:noVBand="1"/>
      </w:tblPr>
      <w:tblGrid>
        <w:gridCol w:w="2081"/>
        <w:gridCol w:w="6400"/>
        <w:gridCol w:w="1040"/>
        <w:gridCol w:w="1074"/>
      </w:tblGrid>
      <w:tr w:rsidR="00262CD9" w:rsidRPr="00262CD9" w:rsidTr="00262CD9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CD9" w:rsidRPr="00262CD9" w:rsidRDefault="00262CD9" w:rsidP="00262C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b/>
                <w:bCs/>
                <w:color w:val="000000"/>
                <w:sz w:val="24"/>
                <w:szCs w:val="24"/>
              </w:rPr>
              <w:t>№материала в SAP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CD9" w:rsidRPr="00262CD9" w:rsidRDefault="00262CD9" w:rsidP="00262C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b/>
                <w:bCs/>
                <w:color w:val="000000"/>
                <w:sz w:val="24"/>
                <w:szCs w:val="24"/>
              </w:rPr>
              <w:t>Наименование материала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CD9" w:rsidRPr="00262CD9" w:rsidRDefault="00262CD9" w:rsidP="00262C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b/>
                <w:bCs/>
                <w:color w:val="000000"/>
                <w:sz w:val="24"/>
                <w:szCs w:val="24"/>
              </w:rPr>
              <w:t>ЕИ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2CD9" w:rsidRPr="00262CD9" w:rsidRDefault="00262CD9" w:rsidP="00262C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2040479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Уголок стальной равнополочный 50х5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0,610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2118977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Уголок стальной равнополочный 63х5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0,065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2018026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Уголок стальной равнополочный 70х5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0,465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2115160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Уголок стальной равнополочный 90х7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0,120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2221258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Уголок стальной равнополочный 100х8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0,305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2115042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Круг стальной d10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0,010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2115102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КРУГ СТАЛЬНОЙ D12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0,070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2115058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Круг стальной d16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0,340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2001907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Круг стальной d18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0,160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2014015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Круг стальной d20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0,370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2009209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Круг стальной d22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0,060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2001908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КРУГ СТАЛЬНОЙ D24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0,020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2017217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КРУГ СТАЛЬНОЙ D30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0,070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2030257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ПОЛОСА СТАЛЬНАЯ 5Х40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0,020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2219352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ПОЛОСА СТАЛЬНАЯ 5Х50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0,100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2369073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ПОЛОСА СТАЛЬНАЯ 5Х100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0,025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2375212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ПОЛОСА СТАЛЬНАЯ 7Х50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0,020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2387304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ПОЛОСА СТАЛЬНАЯ 6Х120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0,070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2226379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ПОЛОСА СТАЛЬНАЯ 8Х80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left="-39" w:firstLine="39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0,250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2369072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ПОЛОСА СТАЛЬНАЯ 10Х60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0,115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2375115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ПОЛОСА СТАЛЬНАЯ 10Х80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0,120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2002154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ТРУБА СТАЛЬНАЯ ВОДОГАЗОПРОВОДНАЯ 25Х3,2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0,750</w:t>
            </w:r>
          </w:p>
        </w:tc>
      </w:tr>
      <w:tr w:rsidR="002A3C13" w:rsidRPr="00262CD9" w:rsidTr="0054221C">
        <w:trPr>
          <w:trHeight w:val="300"/>
          <w:jc w:val="center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2023624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ЛИСТ СТАЛЬНОЙ ГОРЯЧЕКАТАНЫЙ 6ММ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62CD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13" w:rsidRPr="00262CD9" w:rsidRDefault="002A3C13" w:rsidP="002A3C1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0,430</w:t>
            </w:r>
          </w:p>
        </w:tc>
      </w:tr>
    </w:tbl>
    <w:p w:rsidR="00C31E07" w:rsidRPr="009D234B" w:rsidRDefault="00262CD9" w:rsidP="00262CD9">
      <w:pPr>
        <w:tabs>
          <w:tab w:val="left" w:pos="709"/>
        </w:tabs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*  длина одной единицы поставляемой трубы должна быть </w:t>
      </w:r>
      <w:r w:rsidR="009D234B">
        <w:rPr>
          <w:sz w:val="24"/>
          <w:szCs w:val="24"/>
          <w:lang w:val="en-US"/>
        </w:rPr>
        <w:t>L</w:t>
      </w:r>
      <w:r w:rsidR="009D234B">
        <w:rPr>
          <w:sz w:val="24"/>
          <w:szCs w:val="24"/>
        </w:rPr>
        <w:t>=5700мм</w:t>
      </w:r>
    </w:p>
    <w:p w:rsidR="00262CD9" w:rsidRDefault="00262CD9" w:rsidP="00262CD9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31E07" w:rsidRDefault="001F17EC" w:rsidP="00C31E0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C31E07">
        <w:rPr>
          <w:sz w:val="24"/>
          <w:szCs w:val="24"/>
        </w:rPr>
        <w:t>.1. К поставке допускается металлопрокат, отвечающий следующим требованиям: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F17EC">
        <w:rPr>
          <w:sz w:val="24"/>
          <w:szCs w:val="24"/>
        </w:rPr>
        <w:t>4</w:t>
      </w:r>
      <w:r>
        <w:rPr>
          <w:sz w:val="24"/>
          <w:szCs w:val="24"/>
        </w:rPr>
        <w:t xml:space="preserve">.2. Участник закупочных процедур на право заключения договора на поставку металлопроката для нужд </w:t>
      </w:r>
      <w:r w:rsidR="00D06A8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DA6A7C">
        <w:rPr>
          <w:sz w:val="24"/>
          <w:szCs w:val="24"/>
        </w:rPr>
        <w:t>Россети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31E07" w:rsidRDefault="00C31E07" w:rsidP="00C31E0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F17EC">
        <w:rPr>
          <w:sz w:val="24"/>
          <w:szCs w:val="24"/>
        </w:rPr>
        <w:t>4</w:t>
      </w:r>
      <w:r>
        <w:rPr>
          <w:sz w:val="24"/>
          <w:szCs w:val="24"/>
        </w:rPr>
        <w:t>.3. Металлопрокат должен соответствовать требованиям «Правил устройства электроустановок» (ПУЭ) (7-е издание) и требованиям:</w:t>
      </w:r>
    </w:p>
    <w:p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F17EC">
        <w:rPr>
          <w:sz w:val="24"/>
          <w:szCs w:val="24"/>
        </w:rPr>
        <w:t>4</w:t>
      </w:r>
      <w:r>
        <w:rPr>
          <w:sz w:val="24"/>
          <w:szCs w:val="24"/>
        </w:rPr>
        <w:t>.4. Упаковка, транспортирование, условия и сроки хранения.</w:t>
      </w:r>
    </w:p>
    <w:p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1F17EC">
        <w:rPr>
          <w:szCs w:val="24"/>
        </w:rPr>
        <w:t>4</w:t>
      </w:r>
      <w:r>
        <w:rPr>
          <w:szCs w:val="24"/>
        </w:rPr>
        <w:t>.5. 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1F17EC">
        <w:rPr>
          <w:szCs w:val="24"/>
        </w:rPr>
        <w:t>4</w:t>
      </w:r>
      <w:r>
        <w:rPr>
          <w:szCs w:val="24"/>
        </w:rPr>
        <w:t>.6. Срок изготовления металлопроката должен быть не более полугода от момента поставки.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31E07" w:rsidRPr="00F823B8" w:rsidRDefault="00C31E07" w:rsidP="00F823B8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-142" w:firstLine="851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31E07" w:rsidRDefault="00C31E07" w:rsidP="00F823B8">
      <w:pPr>
        <w:pStyle w:val="BodyText21"/>
        <w:tabs>
          <w:tab w:val="left" w:pos="0"/>
          <w:tab w:val="left" w:pos="1134"/>
        </w:tabs>
        <w:spacing w:line="276" w:lineRule="auto"/>
        <w:ind w:left="-142" w:firstLine="851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D06A85">
        <w:rPr>
          <w:szCs w:val="24"/>
        </w:rPr>
        <w:t>ПАО</w:t>
      </w:r>
      <w:r>
        <w:rPr>
          <w:szCs w:val="24"/>
        </w:rPr>
        <w:t xml:space="preserve"> «</w:t>
      </w:r>
      <w:r w:rsidR="00DA6A7C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их на склад.</w:t>
      </w:r>
    </w:p>
    <w:p w:rsidR="00C31E07" w:rsidRDefault="00C31E07" w:rsidP="00F823B8">
      <w:pPr>
        <w:pStyle w:val="ad"/>
        <w:tabs>
          <w:tab w:val="left" w:pos="0"/>
          <w:tab w:val="left" w:pos="1134"/>
        </w:tabs>
        <w:spacing w:line="276" w:lineRule="auto"/>
        <w:ind w:left="-142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823B8" w:rsidRPr="00F823B8" w:rsidRDefault="00F823B8" w:rsidP="00F823B8">
      <w:pPr>
        <w:pStyle w:val="22"/>
        <w:numPr>
          <w:ilvl w:val="0"/>
          <w:numId w:val="13"/>
        </w:numPr>
        <w:tabs>
          <w:tab w:val="left" w:pos="993"/>
        </w:tabs>
        <w:spacing w:line="276" w:lineRule="auto"/>
        <w:ind w:left="-142" w:firstLine="851"/>
        <w:rPr>
          <w:b/>
          <w:bCs/>
          <w:sz w:val="26"/>
          <w:szCs w:val="26"/>
        </w:rPr>
      </w:pPr>
      <w:r w:rsidRPr="00F823B8">
        <w:rPr>
          <w:b/>
          <w:bCs/>
          <w:sz w:val="26"/>
          <w:szCs w:val="26"/>
        </w:rPr>
        <w:t xml:space="preserve">Стоимость продукции. </w:t>
      </w:r>
    </w:p>
    <w:p w:rsidR="00F823B8" w:rsidRPr="00881BEA" w:rsidRDefault="00F823B8" w:rsidP="00F823B8">
      <w:pPr>
        <w:spacing w:line="276" w:lineRule="auto"/>
        <w:ind w:left="-142"/>
      </w:pPr>
      <w:r w:rsidRPr="00F823B8">
        <w:rPr>
          <w:sz w:val="24"/>
          <w:szCs w:val="24"/>
        </w:rPr>
        <w:t>В стоимость должна быть включена доставка до склада Покупателя</w:t>
      </w:r>
      <w:r>
        <w:rPr>
          <w:sz w:val="24"/>
          <w:szCs w:val="24"/>
        </w:rPr>
        <w:t>.</w:t>
      </w:r>
    </w:p>
    <w:p w:rsidR="001F17EC" w:rsidRDefault="001F17EC" w:rsidP="001F17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F17EC" w:rsidRDefault="001F17EC" w:rsidP="001F17EC">
      <w:pPr>
        <w:ind w:firstLine="0"/>
        <w:rPr>
          <w:sz w:val="26"/>
          <w:szCs w:val="26"/>
        </w:rPr>
      </w:pPr>
    </w:p>
    <w:p w:rsidR="001F17EC" w:rsidRDefault="001F17EC" w:rsidP="001F17EC">
      <w:pPr>
        <w:ind w:firstLine="0"/>
        <w:rPr>
          <w:sz w:val="26"/>
          <w:szCs w:val="26"/>
        </w:rPr>
      </w:pPr>
    </w:p>
    <w:p w:rsidR="00E14CFF" w:rsidRDefault="00E14CFF" w:rsidP="00E14CFF">
      <w:pPr>
        <w:ind w:firstLine="0"/>
        <w:rPr>
          <w:sz w:val="26"/>
          <w:szCs w:val="26"/>
        </w:rPr>
      </w:pPr>
      <w:r w:rsidRPr="00E14CFF">
        <w:rPr>
          <w:sz w:val="26"/>
          <w:szCs w:val="26"/>
        </w:rPr>
        <w:t xml:space="preserve">Начальник Управления </w:t>
      </w:r>
    </w:p>
    <w:p w:rsidR="00C31E07" w:rsidRPr="00E14CFF" w:rsidRDefault="00E14CFF" w:rsidP="00E14CFF">
      <w:pPr>
        <w:ind w:firstLine="0"/>
        <w:rPr>
          <w:sz w:val="26"/>
          <w:szCs w:val="26"/>
        </w:rPr>
      </w:pPr>
      <w:r w:rsidRPr="00E14CFF">
        <w:rPr>
          <w:sz w:val="26"/>
          <w:szCs w:val="26"/>
        </w:rPr>
        <w:t xml:space="preserve">распределительных сетей </w:t>
      </w:r>
      <w:r w:rsidRPr="00E14CFF"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 xml:space="preserve">                                                           </w:t>
      </w:r>
      <w:r w:rsidRPr="00E14CFF">
        <w:rPr>
          <w:sz w:val="26"/>
          <w:szCs w:val="26"/>
        </w:rPr>
        <w:t xml:space="preserve">               М.А. Юрусов</w:t>
      </w:r>
    </w:p>
    <w:p w:rsidR="00674B1A" w:rsidRPr="00E14CFF" w:rsidRDefault="00674B1A">
      <w:pPr>
        <w:ind w:firstLine="0"/>
        <w:rPr>
          <w:sz w:val="26"/>
          <w:szCs w:val="26"/>
        </w:rPr>
      </w:pPr>
    </w:p>
    <w:sectPr w:rsidR="00674B1A" w:rsidRPr="00E14CFF" w:rsidSect="00262CD9">
      <w:headerReference w:type="even" r:id="rId11"/>
      <w:pgSz w:w="12240" w:h="15840" w:code="1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EAA" w:rsidRDefault="00660EAA">
      <w:r>
        <w:separator/>
      </w:r>
    </w:p>
  </w:endnote>
  <w:endnote w:type="continuationSeparator" w:id="0">
    <w:p w:rsidR="00660EAA" w:rsidRDefault="0066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EAA" w:rsidRDefault="00660EAA">
      <w:r>
        <w:separator/>
      </w:r>
    </w:p>
  </w:footnote>
  <w:footnote w:type="continuationSeparator" w:id="0">
    <w:p w:rsidR="00660EAA" w:rsidRDefault="00660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9152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6A55CB1"/>
    <w:multiLevelType w:val="multilevel"/>
    <w:tmpl w:val="64325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7C9E137A"/>
    <w:multiLevelType w:val="multilevel"/>
    <w:tmpl w:val="75A22F64"/>
    <w:lvl w:ilvl="0">
      <w:start w:val="1"/>
      <w:numFmt w:val="decimal"/>
      <w:lvlText w:val="%1."/>
      <w:lvlJc w:val="left"/>
      <w:pPr>
        <w:ind w:left="1211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  <w:num w:numId="16">
    <w:abstractNumId w:val="14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E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4F0F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55C1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254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EF1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599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C95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7EC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2CD9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13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5C2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6327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AFE"/>
    <w:rsid w:val="003E7D01"/>
    <w:rsid w:val="003F138E"/>
    <w:rsid w:val="003F1641"/>
    <w:rsid w:val="003F1A59"/>
    <w:rsid w:val="003F1CC4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48B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E8A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1D7D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683D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4D2B"/>
    <w:rsid w:val="00534E70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5F54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1B6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936"/>
    <w:rsid w:val="00622474"/>
    <w:rsid w:val="00622D61"/>
    <w:rsid w:val="00622E6C"/>
    <w:rsid w:val="00623424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0EAA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B1A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1BF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5573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7B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29C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1BE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416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27A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27B3"/>
    <w:rsid w:val="009537B9"/>
    <w:rsid w:val="009538B8"/>
    <w:rsid w:val="00955E24"/>
    <w:rsid w:val="00956C77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382"/>
    <w:rsid w:val="00984849"/>
    <w:rsid w:val="00986E34"/>
    <w:rsid w:val="0099069A"/>
    <w:rsid w:val="00990C1E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732"/>
    <w:rsid w:val="009C0E0A"/>
    <w:rsid w:val="009C14FB"/>
    <w:rsid w:val="009C200B"/>
    <w:rsid w:val="009C4D0C"/>
    <w:rsid w:val="009C5F8F"/>
    <w:rsid w:val="009C6411"/>
    <w:rsid w:val="009C71C6"/>
    <w:rsid w:val="009C76B2"/>
    <w:rsid w:val="009D11ED"/>
    <w:rsid w:val="009D1E23"/>
    <w:rsid w:val="009D1FDC"/>
    <w:rsid w:val="009D234B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66D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149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300F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88E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865"/>
    <w:rsid w:val="00C05A80"/>
    <w:rsid w:val="00C07D2C"/>
    <w:rsid w:val="00C12368"/>
    <w:rsid w:val="00C12A5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E07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87D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A85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6B9D"/>
    <w:rsid w:val="00D475AF"/>
    <w:rsid w:val="00D541DC"/>
    <w:rsid w:val="00D54C49"/>
    <w:rsid w:val="00D57379"/>
    <w:rsid w:val="00D57953"/>
    <w:rsid w:val="00D60F62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350"/>
    <w:rsid w:val="00DA6A7C"/>
    <w:rsid w:val="00DA6B8B"/>
    <w:rsid w:val="00DA77B6"/>
    <w:rsid w:val="00DB01EF"/>
    <w:rsid w:val="00DB332D"/>
    <w:rsid w:val="00DB443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CFF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DB7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3D"/>
    <w:rsid w:val="00F364EA"/>
    <w:rsid w:val="00F37973"/>
    <w:rsid w:val="00F40678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3B8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C938F"/>
  <w15:docId w15:val="{37C91B96-E002-4A72-B178-12724251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22">
    <w:name w:val="Абзац списка2"/>
    <w:basedOn w:val="a0"/>
    <w:rsid w:val="00F823B8"/>
    <w:pPr>
      <w:ind w:left="72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2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DF1BE-47F1-4605-80BA-66AF005087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8FAF182-78E6-46A2-BDA3-EC1C2CD4B3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B6D2E-70C5-4392-B074-0BC108368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81FF3-44C5-4387-82B1-E0D87FFD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0</TotalTime>
  <Pages>1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Порочкин Олег Анатольевич</cp:lastModifiedBy>
  <cp:revision>2</cp:revision>
  <cp:lastPrinted>2021-12-02T07:06:00Z</cp:lastPrinted>
  <dcterms:created xsi:type="dcterms:W3CDTF">2021-12-29T10:34:00Z</dcterms:created>
  <dcterms:modified xsi:type="dcterms:W3CDTF">2021-12-29T10:34:00Z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